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D2C3C24-43CD-4BD0-88DE-2A588009CCF6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